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26CC6" w14:textId="11799186" w:rsidR="00144908" w:rsidRDefault="11799186" w:rsidP="008A2AEE">
      <w:bookmarkStart w:id="0" w:name="_GoBack"/>
      <w:bookmarkEnd w:id="0"/>
      <w:r w:rsidRPr="008A2AEE">
        <w:rPr>
          <w:rFonts w:ascii="Times New Roman" w:eastAsia="Times New Roman" w:hAnsi="Times New Roman" w:cs="Times New Roman"/>
          <w:sz w:val="24"/>
          <w:szCs w:val="24"/>
        </w:rPr>
        <w:t>Name _____________________________________________ Date ______________________</w:t>
      </w:r>
    </w:p>
    <w:p w14:paraId="11799186" w14:textId="69054C97" w:rsidR="11799186" w:rsidRDefault="11799186" w:rsidP="11799186">
      <w:pPr>
        <w:jc w:val="center"/>
      </w:pPr>
      <w:r w:rsidRPr="11799186">
        <w:rPr>
          <w:rFonts w:ascii="Times New Roman" w:eastAsia="Times New Roman" w:hAnsi="Times New Roman" w:cs="Times New Roman"/>
          <w:b/>
          <w:bCs/>
          <w:sz w:val="24"/>
          <w:szCs w:val="24"/>
        </w:rPr>
        <w:t>Across the Sea of Grass</w:t>
      </w:r>
    </w:p>
    <w:p w14:paraId="69054C97" w14:textId="3A5862C2" w:rsidR="11799186" w:rsidRDefault="11799186" w:rsidP="11799186">
      <w:pPr>
        <w:spacing w:after="0"/>
      </w:pPr>
      <w:r w:rsidRPr="11799186">
        <w:rPr>
          <w:rFonts w:ascii="Times New Roman" w:eastAsia="Times New Roman" w:hAnsi="Times New Roman" w:cs="Times New Roman"/>
          <w:sz w:val="24"/>
          <w:szCs w:val="24"/>
        </w:rPr>
        <w:t xml:space="preserve">Answer the following questions while watching </w:t>
      </w:r>
      <w:r w:rsidRPr="11799186">
        <w:rPr>
          <w:rFonts w:ascii="Times New Roman" w:eastAsia="Times New Roman" w:hAnsi="Times New Roman" w:cs="Times New Roman"/>
          <w:i/>
          <w:iCs/>
          <w:sz w:val="24"/>
          <w:szCs w:val="24"/>
        </w:rPr>
        <w:t>Across the Sea of Grass</w:t>
      </w:r>
      <w:r w:rsidRPr="1179918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11799186">
        <w:rPr>
          <w:rFonts w:ascii="Times New Roman" w:eastAsia="Times New Roman" w:hAnsi="Times New Roman" w:cs="Times New Roman"/>
          <w:b/>
          <w:bCs/>
          <w:sz w:val="24"/>
          <w:szCs w:val="24"/>
        </w:rPr>
        <w:t>Make notes in the margins about the various animals and native peoples the pioneers met as they crossed the Sea of Grass.</w:t>
      </w:r>
    </w:p>
    <w:p w14:paraId="3A5862C2" w14:textId="7B3D57EB" w:rsidR="11799186" w:rsidRDefault="11799186" w:rsidP="11799186">
      <w:pPr>
        <w:spacing w:after="0"/>
      </w:pPr>
    </w:p>
    <w:p w14:paraId="7B3D57EB" w14:textId="74935F3D" w:rsidR="11799186" w:rsidRDefault="008A2AEE" w:rsidP="117991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2AEE">
        <w:rPr>
          <w:rFonts w:ascii="Times New Roman" w:hAnsi="Times New Roman" w:cs="Times New Roman"/>
          <w:sz w:val="24"/>
          <w:szCs w:val="24"/>
        </w:rPr>
        <w:t xml:space="preserve">1. </w:t>
      </w:r>
      <w:r w:rsidR="00A04E56">
        <w:rPr>
          <w:rFonts w:ascii="Times New Roman" w:hAnsi="Times New Roman" w:cs="Times New Roman"/>
          <w:sz w:val="24"/>
          <w:szCs w:val="24"/>
        </w:rPr>
        <w:t>How far did the grassland of America once stretch?</w:t>
      </w:r>
    </w:p>
    <w:p w14:paraId="0045106A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E66A74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5AE380" w14:textId="3F22D1A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Prairie is the French word meaning what?</w:t>
      </w:r>
    </w:p>
    <w:p w14:paraId="4EC38DC6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2F19E2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E28018" w14:textId="72ED969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How much did the United States pay per acre for Louisiana?</w:t>
      </w:r>
    </w:p>
    <w:p w14:paraId="42AC9C1B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F4ABA7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114948" w14:textId="5B81A6CC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In what year did Lewis and Clark begin their journey?</w:t>
      </w:r>
    </w:p>
    <w:p w14:paraId="5CEBC216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A9A77F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A45DC5" w14:textId="4410CB9F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How tall did some of the grass on the eastern prairie grow?</w:t>
      </w:r>
    </w:p>
    <w:p w14:paraId="289A5738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AD91F4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E2489F" w14:textId="328C80E4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About how many buffalo were on the Great Plains when Lewis and Clark were there?</w:t>
      </w:r>
    </w:p>
    <w:p w14:paraId="275CEA12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09A3EB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241D01" w14:textId="7052822E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To the Native Americans, the entire hunt was what?</w:t>
      </w:r>
    </w:p>
    <w:p w14:paraId="331CBB84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5E6940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441CF5" w14:textId="08AF470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What did the Native Americans believe that the black tipped tail feathers of the golden eagle gave them?</w:t>
      </w:r>
    </w:p>
    <w:p w14:paraId="5239A657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ADA8DC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E8CA34" w14:textId="71DD11D3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What do we call the animal that Lewis and Clark called the prairie wolf?</w:t>
      </w:r>
    </w:p>
    <w:p w14:paraId="5595E0C7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F9A5C8" w14:textId="77777777" w:rsidR="00A04E56" w:rsidRDefault="00A04E56" w:rsidP="1179918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6ABF46" w14:textId="1B0B93DB" w:rsidR="00A04E56" w:rsidRDefault="00A04E56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What is the fastest animal in North America</w:t>
      </w:r>
      <w:r w:rsidR="00AE18DD">
        <w:rPr>
          <w:rFonts w:ascii="Times New Roman" w:hAnsi="Times New Roman" w:cs="Times New Roman"/>
          <w:sz w:val="24"/>
          <w:szCs w:val="24"/>
        </w:rPr>
        <w:t>?</w:t>
      </w:r>
    </w:p>
    <w:p w14:paraId="68A4F302" w14:textId="77777777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B6BFEA3" w14:textId="77777777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7BAC225" w14:textId="274917BD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How long will a female prairie dog remain underground to bear and nurse her young?</w:t>
      </w:r>
    </w:p>
    <w:p w14:paraId="4AFEAD3F" w14:textId="77777777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4D0CF2C" w14:textId="77777777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2E4DF25" w14:textId="0E418A9C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What were the short grass plains known as?</w:t>
      </w:r>
    </w:p>
    <w:p w14:paraId="48CDF1DF" w14:textId="77777777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8FA11F6" w14:textId="40989AF0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13. How many square miles was the largest prairie dog town?</w:t>
      </w:r>
    </w:p>
    <w:p w14:paraId="46262650" w14:textId="77777777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119E56E" w14:textId="77777777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28DDC11" w14:textId="5E12F42C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About how many prairie dogs lived in that town?</w:t>
      </w:r>
    </w:p>
    <w:p w14:paraId="5837570A" w14:textId="77777777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2161967" w14:textId="77777777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A830770" w14:textId="2FFBB9C1" w:rsidR="00AE18DD" w:rsidRDefault="00AE18DD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What percent of the original prairie dog population is now gone?</w:t>
      </w:r>
    </w:p>
    <w:p w14:paraId="012CD533" w14:textId="77777777" w:rsidR="005579E8" w:rsidRDefault="005579E8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524B621" w14:textId="77777777" w:rsidR="005579E8" w:rsidRDefault="005579E8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621386F" w14:textId="2A34985E" w:rsidR="005579E8" w:rsidRDefault="005579E8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What are two animals that depend on the prairie dog for survival?</w:t>
      </w:r>
    </w:p>
    <w:p w14:paraId="592CE406" w14:textId="77777777" w:rsidR="005579E8" w:rsidRDefault="005579E8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88615B1" w14:textId="77777777" w:rsidR="005579E8" w:rsidRDefault="005579E8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A7D337A" w14:textId="14072B16" w:rsidR="005579E8" w:rsidRDefault="005579E8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What is one of the most famous landmarks on the Great Plains?</w:t>
      </w:r>
    </w:p>
    <w:p w14:paraId="045A3746" w14:textId="77777777" w:rsidR="005579E8" w:rsidRDefault="005579E8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06F309B" w14:textId="77777777" w:rsidR="005579E8" w:rsidRDefault="005579E8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48F50DC" w14:textId="797C2C1B" w:rsidR="005579E8" w:rsidRPr="008A2AEE" w:rsidRDefault="005579E8" w:rsidP="00A04E56">
      <w:pPr>
        <w:tabs>
          <w:tab w:val="left" w:pos="37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Each year the United States exports how many bushels of wheat?</w:t>
      </w:r>
    </w:p>
    <w:sectPr w:rsidR="005579E8" w:rsidRPr="008A2A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6C3A6E"/>
    <w:multiLevelType w:val="hybridMultilevel"/>
    <w:tmpl w:val="8AA44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F2E4B"/>
    <w:multiLevelType w:val="hybridMultilevel"/>
    <w:tmpl w:val="567C4264"/>
    <w:lvl w:ilvl="0" w:tplc="455AE520">
      <w:start w:val="1"/>
      <w:numFmt w:val="decimal"/>
      <w:lvlText w:val="%1."/>
      <w:lvlJc w:val="left"/>
      <w:pPr>
        <w:ind w:left="720" w:hanging="360"/>
      </w:pPr>
    </w:lvl>
    <w:lvl w:ilvl="1" w:tplc="9774ACD8">
      <w:start w:val="1"/>
      <w:numFmt w:val="lowerLetter"/>
      <w:lvlText w:val="%2."/>
      <w:lvlJc w:val="left"/>
      <w:pPr>
        <w:ind w:left="1440" w:hanging="360"/>
      </w:pPr>
    </w:lvl>
    <w:lvl w:ilvl="2" w:tplc="6B7A9B20">
      <w:start w:val="1"/>
      <w:numFmt w:val="lowerRoman"/>
      <w:lvlText w:val="%3."/>
      <w:lvlJc w:val="right"/>
      <w:pPr>
        <w:ind w:left="2160" w:hanging="180"/>
      </w:pPr>
    </w:lvl>
    <w:lvl w:ilvl="3" w:tplc="AA589638">
      <w:start w:val="1"/>
      <w:numFmt w:val="decimal"/>
      <w:lvlText w:val="%4."/>
      <w:lvlJc w:val="left"/>
      <w:pPr>
        <w:ind w:left="2880" w:hanging="360"/>
      </w:pPr>
    </w:lvl>
    <w:lvl w:ilvl="4" w:tplc="47D4252A">
      <w:start w:val="1"/>
      <w:numFmt w:val="lowerLetter"/>
      <w:lvlText w:val="%5."/>
      <w:lvlJc w:val="left"/>
      <w:pPr>
        <w:ind w:left="3600" w:hanging="360"/>
      </w:pPr>
    </w:lvl>
    <w:lvl w:ilvl="5" w:tplc="13F878E2">
      <w:start w:val="1"/>
      <w:numFmt w:val="lowerRoman"/>
      <w:lvlText w:val="%6."/>
      <w:lvlJc w:val="right"/>
      <w:pPr>
        <w:ind w:left="4320" w:hanging="180"/>
      </w:pPr>
    </w:lvl>
    <w:lvl w:ilvl="6" w:tplc="03867A32">
      <w:start w:val="1"/>
      <w:numFmt w:val="decimal"/>
      <w:lvlText w:val="%7."/>
      <w:lvlJc w:val="left"/>
      <w:pPr>
        <w:ind w:left="5040" w:hanging="360"/>
      </w:pPr>
    </w:lvl>
    <w:lvl w:ilvl="7" w:tplc="655009B4">
      <w:start w:val="1"/>
      <w:numFmt w:val="lowerLetter"/>
      <w:lvlText w:val="%8."/>
      <w:lvlJc w:val="left"/>
      <w:pPr>
        <w:ind w:left="5760" w:hanging="360"/>
      </w:pPr>
    </w:lvl>
    <w:lvl w:ilvl="8" w:tplc="AFE2F37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799186"/>
    <w:rsid w:val="00144908"/>
    <w:rsid w:val="004D081E"/>
    <w:rsid w:val="005579E8"/>
    <w:rsid w:val="008A2AEE"/>
    <w:rsid w:val="00A04E56"/>
    <w:rsid w:val="00AE18DD"/>
    <w:rsid w:val="11799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B8FC4"/>
  <w15:chartTrackingRefBased/>
  <w15:docId w15:val="{0BDF16F9-D4CC-4E4F-B044-38781E1F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idder2878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513DBF7A-EFE0-4809-BE90-92AF553838E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wkidder2878</dc:creator>
  <cp:keywords/>
  <dc:description/>
  <cp:lastModifiedBy>Warren Kidder</cp:lastModifiedBy>
  <cp:revision>2</cp:revision>
  <dcterms:created xsi:type="dcterms:W3CDTF">2013-11-08T14:12:00Z</dcterms:created>
  <dcterms:modified xsi:type="dcterms:W3CDTF">2013-11-08T14:12:00Z</dcterms:modified>
</cp:coreProperties>
</file>